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CBA3F1-1D71-4A58-9E0F-178B0A52C711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